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-简" w:hAnsi="楷体-简" w:eastAsia="楷体-简" w:cs="楷体-简"/>
          <w:b/>
          <w:bCs/>
          <w:sz w:val="28"/>
          <w:szCs w:val="28"/>
        </w:rPr>
      </w:pPr>
      <w:r>
        <w:rPr>
          <w:rFonts w:hint="eastAsia" w:ascii="楷体-简" w:hAnsi="楷体-简" w:eastAsia="楷体-简" w:cs="楷体-简"/>
          <w:b/>
          <w:bCs/>
          <w:sz w:val="28"/>
          <w:szCs w:val="28"/>
        </w:rPr>
        <w:t>夕风OCR</w:t>
      </w:r>
      <w:r>
        <w:rPr>
          <w:rFonts w:hint="default" w:ascii="楷体-简" w:hAnsi="楷体-简" w:eastAsia="楷体-简" w:cs="楷体-简"/>
          <w:b/>
          <w:bCs/>
          <w:sz w:val="28"/>
          <w:szCs w:val="28"/>
        </w:rPr>
        <w:t>识别工具参数设置</w:t>
      </w:r>
      <w:r>
        <w:rPr>
          <w:rFonts w:hint="eastAsia" w:ascii="楷体-简" w:hAnsi="楷体-简" w:eastAsia="楷体-简" w:cs="楷体-简"/>
          <w:b/>
          <w:bCs/>
          <w:sz w:val="28"/>
          <w:szCs w:val="28"/>
        </w:rPr>
        <w:t>教程</w:t>
      </w:r>
    </w:p>
    <w:p>
      <w:pPr>
        <w:rPr>
          <w:rFonts w:hint="eastAsia" w:ascii="楷体-简" w:hAnsi="楷体-简" w:eastAsia="楷体-简" w:cs="楷体-简"/>
        </w:rPr>
      </w:pPr>
    </w:p>
    <w:p>
      <w:pPr>
        <w:rPr>
          <w:rFonts w:hint="default" w:ascii="楷体-简" w:hAnsi="楷体-简" w:eastAsia="楷体-简" w:cs="楷体-简"/>
          <w:b/>
          <w:bCs/>
          <w:sz w:val="24"/>
          <w:szCs w:val="32"/>
        </w:rPr>
      </w:pPr>
      <w:r>
        <w:rPr>
          <w:rFonts w:hint="default" w:ascii="楷体-简" w:hAnsi="楷体-简" w:eastAsia="楷体-简" w:cs="楷体-简"/>
          <w:b/>
          <w:bCs/>
          <w:sz w:val="24"/>
          <w:szCs w:val="32"/>
        </w:rPr>
        <w:t>一、文本识别参数设置（百度OCR参数）</w:t>
      </w:r>
    </w:p>
    <w:p>
      <w:pPr>
        <w:rPr>
          <w:rFonts w:hint="eastAsia" w:ascii="楷体-简" w:hAnsi="楷体-简" w:eastAsia="楷体-简" w:cs="楷体-简"/>
        </w:rPr>
      </w:pPr>
      <w:r>
        <w:rPr>
          <w:rFonts w:hint="eastAsia" w:ascii="楷体-简" w:hAnsi="楷体-简" w:eastAsia="楷体-简" w:cs="楷体-简"/>
          <w:b/>
          <w:bCs/>
          <w:color w:val="0000FF"/>
        </w:rPr>
        <w:t>建议自己申请key</w:t>
      </w:r>
      <w:r>
        <w:rPr>
          <w:rFonts w:hint="eastAsia" w:ascii="楷体-简" w:hAnsi="楷体-简" w:eastAsia="楷体-简" w:cs="楷体-简"/>
          <w:b/>
          <w:bCs/>
        </w:rPr>
        <w:t>（就是软件设置里的参数），</w:t>
      </w:r>
      <w:r>
        <w:rPr>
          <w:rFonts w:hint="eastAsia" w:ascii="楷体-简" w:hAnsi="楷体-简" w:eastAsia="楷体-简" w:cs="楷体-简"/>
          <w:b/>
          <w:bCs/>
          <w:color w:val="0000FF"/>
        </w:rPr>
        <w:t>免费的！免费的！免费的！</w:t>
      </w:r>
      <w:r>
        <w:rPr>
          <w:rFonts w:hint="eastAsia" w:ascii="楷体-简" w:hAnsi="楷体-简" w:eastAsia="楷体-简" w:cs="楷体-简"/>
        </w:rPr>
        <w:t>直接用自己的百度账号申请，方法在下面。</w:t>
      </w:r>
    </w:p>
    <w:p>
      <w:pPr>
        <w:rPr>
          <w:rFonts w:hint="eastAsia" w:ascii="楷体-简" w:hAnsi="楷体-简" w:eastAsia="楷体-简" w:cs="楷体-简"/>
        </w:rPr>
      </w:pPr>
    </w:p>
    <w:p>
      <w:pPr>
        <w:rPr>
          <w:rFonts w:hint="eastAsia" w:ascii="楷体-简" w:hAnsi="楷体-简" w:eastAsia="楷体-简" w:cs="楷体-简"/>
        </w:rPr>
      </w:pPr>
      <w:r>
        <w:rPr>
          <w:rFonts w:hint="eastAsia" w:ascii="楷体-简" w:hAnsi="楷体-简" w:eastAsia="楷体-简" w:cs="楷体-简"/>
        </w:rPr>
        <w:t>1.百度OCR key申请网址，注册账号；</w:t>
      </w:r>
    </w:p>
    <w:p>
      <w:pPr>
        <w:rPr>
          <w:rFonts w:hint="eastAsia" w:ascii="楷体-简" w:hAnsi="楷体-简" w:eastAsia="楷体-简" w:cs="楷体-简"/>
        </w:rPr>
      </w:pPr>
      <w:r>
        <w:rPr>
          <w:rFonts w:hint="eastAsia" w:asciiTheme="minorEastAsia" w:hAnsiTheme="minorEastAsia" w:eastAsiaTheme="minorEastAsia" w:cstheme="minorEastAsia"/>
        </w:rPr>
        <w:t xml:space="preserve"> </w:t>
      </w:r>
      <w:r>
        <w:rPr>
          <w:rFonts w:hint="eastAsia" w:asciiTheme="minorEastAsia" w:hAnsiTheme="minorEastAsia" w:eastAsiaTheme="minorEastAsia" w:cstheme="minorEastAsia"/>
        </w:rPr>
        <w:fldChar w:fldCharType="begin"/>
      </w:r>
      <w:r>
        <w:rPr>
          <w:rFonts w:hint="eastAsia" w:asciiTheme="minorEastAsia" w:hAnsiTheme="minorEastAsia" w:eastAsiaTheme="minorEastAsia" w:cstheme="minorEastAsia"/>
        </w:rPr>
        <w:instrText xml:space="preserve"> HYPERLINK "https://console.bce.baidu.com/ai/#/ai/ocr/app/list" </w:instrText>
      </w:r>
      <w:r>
        <w:rPr>
          <w:rFonts w:hint="eastAsia" w:asciiTheme="minorEastAsia" w:hAnsiTheme="minorEastAsia" w:eastAsiaTheme="minorEastAsia" w:cstheme="minorEastAsia"/>
        </w:rPr>
        <w:fldChar w:fldCharType="separate"/>
      </w:r>
      <w:r>
        <w:rPr>
          <w:rStyle w:val="5"/>
          <w:rFonts w:hint="eastAsia" w:asciiTheme="minorEastAsia" w:hAnsiTheme="minorEastAsia" w:eastAsiaTheme="minorEastAsia" w:cstheme="minorEastAsia"/>
        </w:rPr>
        <w:t>https://console.bce.baidu.com/ai/#/ai/ocr/app/list</w:t>
      </w:r>
      <w:r>
        <w:rPr>
          <w:rFonts w:hint="eastAsia" w:asciiTheme="minorEastAsia" w:hAnsiTheme="minorEastAsia" w:eastAsiaTheme="minorEastAsia" w:cstheme="minorEastAsia"/>
        </w:rPr>
        <w:fldChar w:fldCharType="end"/>
      </w:r>
    </w:p>
    <w:p>
      <w:pPr>
        <w:numPr>
          <w:ilvl w:val="0"/>
          <w:numId w:val="1"/>
        </w:numPr>
        <w:rPr>
          <w:rFonts w:hint="eastAsia" w:ascii="楷体-简" w:hAnsi="楷体-简" w:eastAsia="楷体-简" w:cs="楷体-简"/>
        </w:rPr>
      </w:pPr>
      <w:r>
        <w:rPr>
          <w:rFonts w:hint="eastAsia" w:ascii="楷体-简" w:hAnsi="楷体-简" w:eastAsia="楷体-简" w:cs="楷体-简"/>
        </w:rPr>
        <w:t>点击“创建应用”，选中“文本识别”选项，其余的随便填；</w:t>
      </w:r>
    </w:p>
    <w:p>
      <w:pPr>
        <w:numPr>
          <w:ilvl w:val="0"/>
          <w:numId w:val="0"/>
        </w:numPr>
        <w:rPr>
          <w:rFonts w:hint="eastAsia" w:ascii="楷体-简" w:hAnsi="楷体-简" w:eastAsia="楷体-简" w:cs="楷体-简"/>
        </w:rPr>
      </w:pPr>
      <w:r>
        <w:rPr>
          <w:rFonts w:hint="eastAsia" w:ascii="楷体-简" w:hAnsi="楷体-简" w:eastAsia="楷体-简" w:cs="楷体-简"/>
        </w:rPr>
        <w:drawing>
          <wp:inline distT="0" distB="0" distL="114300" distR="114300">
            <wp:extent cx="3924300" cy="2229485"/>
            <wp:effectExtent l="0" t="0" r="12700" b="5715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2229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 w:ascii="楷体-简" w:hAnsi="楷体-简" w:eastAsia="楷体-简" w:cs="楷体-简"/>
        </w:rPr>
      </w:pPr>
      <w:r>
        <w:rPr>
          <w:rFonts w:hint="eastAsia" w:ascii="楷体-简" w:hAnsi="楷体-简" w:eastAsia="楷体-简" w:cs="楷体-简"/>
        </w:rPr>
        <w:t>点击“立即创建”，即可获取key，个人帐号key每日可免费识别500</w:t>
      </w:r>
      <w:r>
        <w:rPr>
          <w:rFonts w:hint="default" w:ascii="楷体-简" w:hAnsi="楷体-简" w:eastAsia="楷体-简" w:cs="楷体-简"/>
        </w:rPr>
        <w:t>00</w:t>
      </w:r>
      <w:r>
        <w:rPr>
          <w:rFonts w:hint="eastAsia" w:ascii="楷体-简" w:hAnsi="楷体-简" w:eastAsia="楷体-简" w:cs="楷体-简"/>
        </w:rPr>
        <w:t>次；</w:t>
      </w:r>
    </w:p>
    <w:p>
      <w:pPr>
        <w:numPr>
          <w:ilvl w:val="0"/>
          <w:numId w:val="0"/>
        </w:numPr>
        <w:rPr>
          <w:rFonts w:hint="eastAsia" w:ascii="楷体-简" w:hAnsi="楷体-简" w:eastAsia="楷体-简" w:cs="楷体-简"/>
        </w:rPr>
      </w:pPr>
      <w:r>
        <w:rPr>
          <w:rFonts w:hint="eastAsia" w:ascii="楷体-简" w:hAnsi="楷体-简" w:eastAsia="楷体-简" w:cs="楷体-简"/>
        </w:rPr>
        <w:drawing>
          <wp:inline distT="0" distB="0" distL="114300" distR="114300">
            <wp:extent cx="3938905" cy="2740660"/>
            <wp:effectExtent l="0" t="0" r="23495" b="254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38905" cy="2740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楷体-简" w:hAnsi="楷体-简" w:eastAsia="楷体-简" w:cs="楷体-简"/>
        </w:rPr>
      </w:pPr>
    </w:p>
    <w:p>
      <w:pPr>
        <w:rPr>
          <w:rFonts w:hint="default" w:ascii="楷体-简" w:hAnsi="楷体-简" w:eastAsia="楷体-简" w:cs="楷体-简"/>
          <w:b/>
          <w:bCs/>
          <w:sz w:val="24"/>
          <w:szCs w:val="32"/>
        </w:rPr>
      </w:pPr>
      <w:r>
        <w:rPr>
          <w:rFonts w:hint="default" w:ascii="楷体-简" w:hAnsi="楷体-简" w:eastAsia="楷体-简" w:cs="楷体-简"/>
          <w:b/>
          <w:bCs/>
          <w:sz w:val="24"/>
          <w:szCs w:val="32"/>
        </w:rPr>
        <w:t>二</w:t>
      </w:r>
      <w:r>
        <w:rPr>
          <w:rFonts w:hint="default" w:ascii="楷体-简" w:hAnsi="楷体-简" w:eastAsia="楷体-简" w:cs="楷体-简"/>
          <w:b/>
          <w:bCs/>
          <w:sz w:val="24"/>
          <w:szCs w:val="32"/>
        </w:rPr>
        <w:t>、</w:t>
      </w:r>
      <w:r>
        <w:rPr>
          <w:rFonts w:hint="default" w:ascii="楷体-简" w:hAnsi="楷体-简" w:eastAsia="楷体-简" w:cs="楷体-简"/>
          <w:b/>
          <w:bCs/>
          <w:sz w:val="24"/>
          <w:szCs w:val="32"/>
        </w:rPr>
        <w:t>公式</w:t>
      </w:r>
      <w:r>
        <w:rPr>
          <w:rFonts w:hint="default" w:ascii="楷体-简" w:hAnsi="楷体-简" w:eastAsia="楷体-简" w:cs="楷体-简"/>
          <w:b/>
          <w:bCs/>
          <w:sz w:val="24"/>
          <w:szCs w:val="32"/>
        </w:rPr>
        <w:t>识别参数设置（</w:t>
      </w:r>
      <w:r>
        <w:rPr>
          <w:rFonts w:hint="default" w:ascii="楷体-简" w:hAnsi="楷体-简" w:eastAsia="楷体-简" w:cs="楷体-简"/>
          <w:b/>
          <w:bCs/>
          <w:sz w:val="24"/>
          <w:szCs w:val="32"/>
        </w:rPr>
        <w:t>学而思</w:t>
      </w:r>
      <w:r>
        <w:rPr>
          <w:rFonts w:hint="default" w:ascii="楷体-简" w:hAnsi="楷体-简" w:eastAsia="楷体-简" w:cs="楷体-简"/>
          <w:b/>
          <w:bCs/>
          <w:sz w:val="24"/>
          <w:szCs w:val="32"/>
        </w:rPr>
        <w:t>OCR参数）</w:t>
      </w:r>
    </w:p>
    <w:p>
      <w:pPr>
        <w:rPr>
          <w:rFonts w:hint="eastAsia" w:ascii="楷体-简" w:hAnsi="楷体-简" w:eastAsia="楷体-简" w:cs="楷体-简"/>
        </w:rPr>
      </w:pPr>
      <w:r>
        <w:rPr>
          <w:rFonts w:hint="eastAsia" w:ascii="楷体-简" w:hAnsi="楷体-简" w:eastAsia="楷体-简" w:cs="楷体-简"/>
          <w:b/>
          <w:bCs/>
          <w:color w:val="0000FF"/>
        </w:rPr>
        <w:t>建议自己申请key</w:t>
      </w:r>
      <w:r>
        <w:rPr>
          <w:rFonts w:hint="eastAsia" w:ascii="楷体-简" w:hAnsi="楷体-简" w:eastAsia="楷体-简" w:cs="楷体-简"/>
          <w:b/>
          <w:bCs/>
        </w:rPr>
        <w:t>（就是软件设置里的参数），</w:t>
      </w:r>
      <w:r>
        <w:rPr>
          <w:rFonts w:hint="eastAsia" w:ascii="楷体-简" w:hAnsi="楷体-简" w:eastAsia="楷体-简" w:cs="楷体-简"/>
          <w:b/>
          <w:bCs/>
          <w:color w:val="0000FF"/>
        </w:rPr>
        <w:t>免费的！免费的！免费的！</w:t>
      </w:r>
      <w:r>
        <w:rPr>
          <w:rFonts w:hint="eastAsia" w:ascii="楷体-简" w:hAnsi="楷体-简" w:eastAsia="楷体-简" w:cs="楷体-简"/>
        </w:rPr>
        <w:t>直接用自己的</w:t>
      </w:r>
      <w:r>
        <w:rPr>
          <w:rFonts w:hint="default" w:ascii="楷体-简" w:hAnsi="楷体-简" w:eastAsia="楷体-简" w:cs="楷体-简"/>
        </w:rPr>
        <w:t>微信</w:t>
      </w:r>
      <w:bookmarkStart w:id="0" w:name="_GoBack"/>
      <w:bookmarkEnd w:id="0"/>
      <w:r>
        <w:rPr>
          <w:rFonts w:hint="eastAsia" w:ascii="楷体-简" w:hAnsi="楷体-简" w:eastAsia="楷体-简" w:cs="楷体-简"/>
        </w:rPr>
        <w:t>账号申请，方法在下面。</w:t>
      </w:r>
    </w:p>
    <w:p>
      <w:pPr>
        <w:rPr>
          <w:rFonts w:hint="eastAsia" w:ascii="楷体-简" w:hAnsi="楷体-简" w:eastAsia="楷体-简" w:cs="楷体-简"/>
        </w:rPr>
      </w:pPr>
    </w:p>
    <w:p>
      <w:pPr>
        <w:rPr>
          <w:rFonts w:hint="eastAsia" w:ascii="楷体-简" w:hAnsi="楷体-简" w:eastAsia="楷体-简" w:cs="楷体-简"/>
        </w:rPr>
      </w:pPr>
      <w:r>
        <w:rPr>
          <w:rFonts w:hint="eastAsia" w:ascii="楷体-简" w:hAnsi="楷体-简" w:eastAsia="楷体-简" w:cs="楷体-简"/>
        </w:rPr>
        <w:t>1.</w:t>
      </w:r>
      <w:r>
        <w:rPr>
          <w:rFonts w:hint="default" w:ascii="楷体-简" w:hAnsi="楷体-简" w:eastAsia="楷体-简" w:cs="楷体-简"/>
        </w:rPr>
        <w:t>学而思</w:t>
      </w:r>
      <w:r>
        <w:rPr>
          <w:rFonts w:hint="eastAsia" w:ascii="楷体-简" w:hAnsi="楷体-简" w:eastAsia="楷体-简" w:cs="楷体-简"/>
        </w:rPr>
        <w:t>OCR key申请网址，注册账号；</w:t>
      </w:r>
    </w:p>
    <w:p>
      <w:pPr>
        <w:rPr>
          <w:rFonts w:hint="eastAsia" w:ascii="楷体-简" w:hAnsi="楷体-简" w:eastAsia="楷体-简" w:cs="楷体-简"/>
        </w:rPr>
      </w:pP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 HYPERLINK "https://useradminai.xueersi.com/" \l "/resource"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Style w:val="5"/>
          <w:rFonts w:ascii="宋体" w:hAnsi="宋体" w:eastAsia="宋体" w:cs="宋体"/>
          <w:sz w:val="24"/>
          <w:szCs w:val="24"/>
        </w:rPr>
        <w:t>https://useradminai.xueersi.com/#/resource</w:t>
      </w:r>
      <w:r>
        <w:rPr>
          <w:rFonts w:ascii="宋体" w:hAnsi="宋体" w:eastAsia="宋体" w:cs="宋体"/>
          <w:sz w:val="24"/>
          <w:szCs w:val="24"/>
        </w:rPr>
        <w:fldChar w:fldCharType="end"/>
      </w:r>
    </w:p>
    <w:p>
      <w:pPr>
        <w:numPr>
          <w:ilvl w:val="0"/>
          <w:numId w:val="0"/>
        </w:numPr>
        <w:rPr>
          <w:rFonts w:hint="eastAsia" w:ascii="楷体-简" w:hAnsi="楷体-简" w:eastAsia="楷体-简" w:cs="楷体-简"/>
        </w:rPr>
      </w:pPr>
      <w:r>
        <w:rPr>
          <w:rFonts w:hint="default" w:ascii="楷体-简" w:hAnsi="楷体-简" w:eastAsia="楷体-简" w:cs="楷体-简"/>
        </w:rPr>
        <w:t>2.微信扫码</w:t>
      </w:r>
      <w:r>
        <w:rPr>
          <w:rFonts w:hint="eastAsia" w:ascii="楷体-简" w:hAnsi="楷体-简" w:eastAsia="楷体-简" w:cs="楷体-简"/>
        </w:rPr>
        <w:t>即可获取key，个人帐号key每日可免费识别</w:t>
      </w:r>
      <w:r>
        <w:rPr>
          <w:rFonts w:hint="default" w:ascii="楷体-简" w:hAnsi="楷体-简" w:eastAsia="楷体-简" w:cs="楷体-简"/>
        </w:rPr>
        <w:t>100000</w:t>
      </w:r>
      <w:r>
        <w:rPr>
          <w:rFonts w:hint="eastAsia" w:ascii="楷体-简" w:hAnsi="楷体-简" w:eastAsia="楷体-简" w:cs="楷体-简"/>
        </w:rPr>
        <w:t>次；</w:t>
      </w:r>
    </w:p>
    <w:p>
      <w:pPr>
        <w:numPr>
          <w:ilvl w:val="0"/>
          <w:numId w:val="0"/>
        </w:numPr>
        <w:rPr>
          <w:rFonts w:hint="eastAsia" w:ascii="楷体-简" w:hAnsi="楷体-简" w:eastAsia="楷体-简" w:cs="楷体-简"/>
        </w:rPr>
      </w:pPr>
    </w:p>
    <w:p>
      <w:pPr>
        <w:numPr>
          <w:ilvl w:val="0"/>
          <w:numId w:val="0"/>
        </w:numPr>
        <w:rPr>
          <w:rFonts w:hint="default" w:ascii="楷体-简" w:hAnsi="楷体-简" w:eastAsia="楷体-简" w:cs="楷体-简"/>
        </w:rPr>
      </w:pPr>
      <w:r>
        <w:rPr>
          <w:rFonts w:hint="default" w:ascii="楷体-简" w:hAnsi="楷体-简" w:eastAsia="楷体-简" w:cs="楷体-简"/>
        </w:rPr>
        <w:drawing>
          <wp:inline distT="0" distB="0" distL="114300" distR="114300">
            <wp:extent cx="4377690" cy="2455545"/>
            <wp:effectExtent l="0" t="0" r="381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77690" cy="2455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楷体-简">
    <w:altName w:val="汉仪楷体KW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CA7CE3"/>
    <w:multiLevelType w:val="singleLevel"/>
    <w:tmpl w:val="5CCA7CE3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94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A24D9F"/>
    <w:rsid w:val="1AA24D9F"/>
    <w:rsid w:val="6D535020"/>
    <w:rsid w:val="75FC90C5"/>
    <w:rsid w:val="7B7D2015"/>
    <w:rsid w:val="7F79C282"/>
    <w:rsid w:val="BFFB709B"/>
    <w:rsid w:val="C7FE417A"/>
    <w:rsid w:val="F1D33F0B"/>
    <w:rsid w:val="F5FEFFFB"/>
    <w:rsid w:val="FBEEF071"/>
    <w:rsid w:val="FDEA70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rPr>
      <w:rFonts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ranpeng/C:\Users\53YFKM2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2018-05-25T09:24:00Z</dcterms:created>
  <dc:creator>陈昭蓉</dc:creator>
  <cp:lastModifiedBy>luoyang</cp:lastModifiedBy>
  <dcterms:modified xsi:type="dcterms:W3CDTF">2020-05-10T14:40:21Z</dcterms:modified>
  <dc:title>夕风OCR图文识别工具使用教程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